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0280749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505E8B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564FD9" w:rsidR="0085747A" w:rsidP="00EA4832" w:rsidRDefault="0071620A" w14:paraId="1EBDE491" w14:textId="5E77244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Pr="00564FD9" w:rsidR="00DC6D0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37658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337658" w:rsidRDefault="00445970" w14:paraId="05F265B6" w14:textId="521C7A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2829B0" w:rsidR="00564FD9">
        <w:rPr>
          <w:rFonts w:ascii="Corbel" w:hAnsi="Corbel"/>
          <w:sz w:val="20"/>
          <w:szCs w:val="20"/>
        </w:rPr>
        <w:t>202</w:t>
      </w:r>
      <w:r w:rsidR="00337658">
        <w:rPr>
          <w:rFonts w:ascii="Corbel" w:hAnsi="Corbel"/>
          <w:sz w:val="20"/>
          <w:szCs w:val="20"/>
        </w:rPr>
        <w:t>1</w:t>
      </w:r>
      <w:r w:rsidRPr="002829B0" w:rsidR="00564FD9">
        <w:rPr>
          <w:rFonts w:ascii="Corbel" w:hAnsi="Corbel"/>
          <w:sz w:val="20"/>
          <w:szCs w:val="20"/>
        </w:rPr>
        <w:t>/202</w:t>
      </w:r>
      <w:r w:rsidR="00337658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3F34A91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247DD7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E12319" w14:paraId="4565E96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A0870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C71BF" w14:paraId="30CD0C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5437">
              <w:rPr>
                <w:rFonts w:ascii="Corbel" w:hAnsi="Corbel"/>
                <w:b w:val="0"/>
                <w:sz w:val="24"/>
                <w:szCs w:val="24"/>
              </w:rPr>
              <w:t>Ekonomika i zarządzanie w organizacjach publicznych</w:t>
            </w:r>
          </w:p>
        </w:tc>
      </w:tr>
      <w:tr w:rsidRPr="009C54AE" w:rsidR="0085747A" w:rsidTr="00E12319" w14:paraId="10AD917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1B849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828CC" w14:paraId="45EC2E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28CC">
              <w:rPr>
                <w:rFonts w:ascii="Corbel" w:hAnsi="Corbel"/>
                <w:b w:val="0"/>
                <w:sz w:val="24"/>
                <w:szCs w:val="24"/>
              </w:rPr>
              <w:t>E/I/GRiL/C-1.9a</w:t>
            </w:r>
          </w:p>
        </w:tc>
      </w:tr>
      <w:tr w:rsidRPr="009C54AE" w:rsidR="0085747A" w:rsidTr="00E12319" w14:paraId="2CB4E756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6DB339E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FC251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0C3F42" w:rsidTr="00E12319" w14:paraId="776C97D7" w14:textId="77777777">
        <w:tc>
          <w:tcPr>
            <w:tcW w:w="2694" w:type="dxa"/>
            <w:tcMar/>
            <w:vAlign w:val="center"/>
          </w:tcPr>
          <w:p w:rsidRPr="009C54AE" w:rsidR="000C3F42" w:rsidP="000C3F42" w:rsidRDefault="000C3F42" w14:paraId="331BA0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E04536" w:rsidR="000C3F42" w:rsidP="000C3F42" w:rsidRDefault="00424580" w14:paraId="45DE2CE1" w14:textId="7C6959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0C3F42" w:rsidTr="00E12319" w14:paraId="5EBD6B24" w14:textId="77777777">
        <w:tc>
          <w:tcPr>
            <w:tcW w:w="2694" w:type="dxa"/>
            <w:tcMar/>
            <w:vAlign w:val="center"/>
          </w:tcPr>
          <w:p w:rsidRPr="009C54AE" w:rsidR="000C3F42" w:rsidP="000C3F42" w:rsidRDefault="000C3F42" w14:paraId="1C0A06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0C3F42" w:rsidP="000C3F42" w:rsidRDefault="000C3F42" w14:paraId="47B0A5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E12319" w14:paraId="6B14C83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3C41B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564FD9" w:rsidRDefault="0017512A" w14:paraId="3571D568" w14:textId="172162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607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E12319" w14:paraId="26412FB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5243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A04691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E12319" w14:paraId="5525353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DD133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C3F42" w:rsidRDefault="0017512A" w14:paraId="4DC337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E12319" w14:paraId="0E317EE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F7739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178E8" w14:paraId="6BF417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85747A" w:rsidTr="00E12319" w14:paraId="37D5770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DEA3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744DC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00E12319" w14:paraId="5C2E15FD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4554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F0766" w14:paraId="65D94B6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00E12319" w14:paraId="3E55AFA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F0E82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04536" w14:paraId="1ABF77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Pr="009C54AE" w:rsidR="0085747A" w:rsidTr="00E12319" w14:paraId="2AC14B3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84124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E12319" w:rsidRDefault="00E04536" w14:paraId="763001C8" w14:textId="3E95AE4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E12319" w:rsidR="00E04536">
              <w:rPr>
                <w:rFonts w:ascii="Corbel" w:hAnsi="Corbel"/>
                <w:b w:val="0"/>
                <w:bCs w:val="0"/>
                <w:sz w:val="24"/>
                <w:szCs w:val="24"/>
              </w:rPr>
              <w:t>dr Jolanta Zawora</w:t>
            </w:r>
            <w:r w:rsidRPr="00E12319" w:rsidR="00E0453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  <w:r w:rsidRPr="00E12319" w:rsidR="001178E8">
              <w:rPr>
                <w:rFonts w:ascii="Corbel" w:hAnsi="Corbel"/>
                <w:b w:val="0"/>
                <w:bCs w:val="0"/>
                <w:sz w:val="24"/>
                <w:szCs w:val="24"/>
              </w:rPr>
              <w:t>mgr Karolina Kozioł</w:t>
            </w:r>
            <w:r w:rsidRPr="00E12319" w:rsidR="44CE543E">
              <w:rPr>
                <w:rFonts w:ascii="Corbel" w:hAnsi="Corbel"/>
                <w:b w:val="0"/>
                <w:bCs w:val="0"/>
                <w:sz w:val="24"/>
                <w:szCs w:val="24"/>
              </w:rPr>
              <w:t>, dr Marta Kawa</w:t>
            </w:r>
          </w:p>
        </w:tc>
      </w:tr>
    </w:tbl>
    <w:p w:rsidRPr="009C54AE" w:rsidR="0085747A" w:rsidP="009C54AE" w:rsidRDefault="0085747A" w14:paraId="546F7D0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654DB5F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14BC51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960741" w14:paraId="35F02B3C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2D5BC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CA6D7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7B0D1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5E1A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62423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81977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9CFF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AF95B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B492C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29FB2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94EA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960741" w14:paraId="1CDE601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178E8" w14:paraId="59B765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A69B9" w14:paraId="6BC859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04536" w14:paraId="0030F8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B867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A5A74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3DBE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BC12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C21A5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C717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A69B9" w14:paraId="3DD7DA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2D28DC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296C31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642D1" w:rsidP="005642D1" w:rsidRDefault="005642D1" w14:paraId="0D2BF56A" w14:textId="5EEAE25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793FF7" w:rsidR="005642D1" w:rsidP="005642D1" w:rsidRDefault="005642D1" w14:paraId="6A7288E5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hAnsi="Segoe UI Symbol" w:eastAsia="MS Gothic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Pr="009C54AE" w:rsidR="0085747A" w:rsidP="009C54AE" w:rsidRDefault="0085747A" w14:paraId="2A1B3DE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223D04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A69B9" w:rsidP="009C54AE" w:rsidRDefault="002A69B9" w14:paraId="62FA98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– </w:t>
      </w:r>
      <w:r w:rsidRPr="009C54AE">
        <w:rPr>
          <w:rFonts w:ascii="Corbel" w:hAnsi="Corbel"/>
          <w:b w:val="0"/>
          <w:smallCaps w:val="0"/>
          <w:szCs w:val="24"/>
        </w:rPr>
        <w:t>zaliczenie bez oceny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P="009C54AE" w:rsidRDefault="002A69B9" w14:paraId="42AFA2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Pr="009C54AE" w:rsidR="002F0AA5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P="009C54AE" w:rsidRDefault="00E960BB" w14:paraId="66F3F4A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7FE10C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F0AA5" w:rsidR="0085747A" w:rsidTr="00745302" w14:paraId="4099E444" w14:textId="77777777">
        <w:tc>
          <w:tcPr>
            <w:tcW w:w="9670" w:type="dxa"/>
          </w:tcPr>
          <w:p w:rsidRPr="009C54AE" w:rsidR="0085747A" w:rsidP="00515942" w:rsidRDefault="002F0AA5" w14:paraId="28D64EC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z zakresu: zarządzania 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A69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rganizacją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67C14"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 lokalnej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regionalnej.</w:t>
            </w:r>
          </w:p>
        </w:tc>
      </w:tr>
    </w:tbl>
    <w:p w:rsidR="00153C41" w:rsidP="009C54AE" w:rsidRDefault="00153C41" w14:paraId="6AD6DDB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004AD9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E845A4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68899F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187140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BE37FF" w:rsidTr="00F47E2E" w14:paraId="03772891" w14:textId="77777777">
        <w:tc>
          <w:tcPr>
            <w:tcW w:w="845" w:type="dxa"/>
            <w:vAlign w:val="center"/>
          </w:tcPr>
          <w:p w:rsidRPr="009C54AE" w:rsidR="00BE37FF" w:rsidP="00BE37FF" w:rsidRDefault="00BE37FF" w14:paraId="06177FE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:rsidRPr="00BC2E4C" w:rsidR="00BE37FF" w:rsidP="00BE37FF" w:rsidRDefault="00BE37FF" w14:paraId="4E93497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>ekonomiki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 oraz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 zarządzania organizacją publiczną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BE37FF" w:rsidTr="00F47E2E" w14:paraId="0CB29595" w14:textId="77777777">
        <w:tc>
          <w:tcPr>
            <w:tcW w:w="845" w:type="dxa"/>
            <w:vAlign w:val="center"/>
          </w:tcPr>
          <w:p w:rsidRPr="009C54AE" w:rsidR="00BE37FF" w:rsidP="00BE37FF" w:rsidRDefault="00BE37FF" w14:paraId="0D5BE23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BC2E4C" w:rsidR="00BE37FF" w:rsidP="00BE37FF" w:rsidRDefault="00BE37FF" w14:paraId="19026A3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>Nabycie umiejętności diagnozy działalności organizacji publicznej w kontekście efektywnego zarządzania.</w:t>
            </w:r>
          </w:p>
        </w:tc>
      </w:tr>
    </w:tbl>
    <w:p w:rsidRPr="009C54AE" w:rsidR="0085747A" w:rsidP="009C54AE" w:rsidRDefault="0085747A" w14:paraId="3A212C6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5B22D6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3F83F5F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2F0AA5" w14:paraId="6BB73742" w14:textId="77777777">
        <w:tc>
          <w:tcPr>
            <w:tcW w:w="1681" w:type="dxa"/>
            <w:vAlign w:val="center"/>
          </w:tcPr>
          <w:p w:rsidRPr="009C54AE" w:rsidR="0085747A" w:rsidP="009C54AE" w:rsidRDefault="0085747A" w14:paraId="448118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7A7BA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899B4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397DB7" w:rsidTr="002F0AA5" w14:paraId="550B545C" w14:textId="77777777">
        <w:tc>
          <w:tcPr>
            <w:tcW w:w="1681" w:type="dxa"/>
          </w:tcPr>
          <w:p w:rsidRPr="009C54AE" w:rsidR="00397DB7" w:rsidP="00397DB7" w:rsidRDefault="00397DB7" w14:paraId="6ECFCA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397DB7" w:rsidP="00397DB7" w:rsidRDefault="00397DB7" w14:paraId="348CDD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 i umie określić zależności pomiędzy nimi.</w:t>
            </w:r>
          </w:p>
        </w:tc>
        <w:tc>
          <w:tcPr>
            <w:tcW w:w="1865" w:type="dxa"/>
          </w:tcPr>
          <w:p w:rsidR="00397DB7" w:rsidP="00397DB7" w:rsidRDefault="00397DB7" w14:paraId="1B20CC8E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:rsidRPr="0052040B" w:rsidR="00397DB7" w:rsidP="00397DB7" w:rsidRDefault="00397DB7" w14:paraId="5454187C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K_U01</w:t>
            </w:r>
          </w:p>
          <w:p w:rsidRPr="0086205A" w:rsidR="00397DB7" w:rsidP="00397DB7" w:rsidRDefault="00397DB7" w14:paraId="393C3007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397DB7" w:rsidTr="002F0AA5" w14:paraId="4BDF4485" w14:textId="77777777">
        <w:tc>
          <w:tcPr>
            <w:tcW w:w="1681" w:type="dxa"/>
          </w:tcPr>
          <w:p w:rsidRPr="009C54AE" w:rsidR="00397DB7" w:rsidP="00397DB7" w:rsidRDefault="00397DB7" w14:paraId="2EB022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873381" w:rsidR="00397DB7" w:rsidP="00397DB7" w:rsidRDefault="00397DB7" w14:paraId="36328E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:rsidRPr="009C54AE" w:rsidR="00397DB7" w:rsidP="00397DB7" w:rsidRDefault="00397DB7" w14:paraId="4C9C06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procesów zachodzących w organizacjach publicznych wykorzystując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</w:t>
            </w:r>
            <w:r w:rsidRPr="00873381">
              <w:rPr>
                <w:rFonts w:ascii="Corbel" w:hAnsi="Corbel"/>
                <w:b w:val="0"/>
                <w:smallCaps w:val="0"/>
                <w:szCs w:val="24"/>
              </w:rPr>
              <w:t xml:space="preserve"> ekonomiczną.</w:t>
            </w:r>
          </w:p>
        </w:tc>
        <w:tc>
          <w:tcPr>
            <w:tcW w:w="1865" w:type="dxa"/>
          </w:tcPr>
          <w:p w:rsidRPr="00853CAD" w:rsidR="00397DB7" w:rsidP="00397DB7" w:rsidRDefault="00397DB7" w14:paraId="18A08BBF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:rsidR="00397DB7" w:rsidP="00397DB7" w:rsidRDefault="00397DB7" w14:paraId="621DD741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53CAD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_U06</w:t>
            </w:r>
          </w:p>
          <w:p w:rsidRPr="0086205A" w:rsidR="00397DB7" w:rsidP="00397DB7" w:rsidRDefault="00397DB7" w14:paraId="2DD7D3A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:rsidRPr="009C54AE" w:rsidR="0085747A" w:rsidP="009C54AE" w:rsidRDefault="0085747A" w14:paraId="4F548B8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97921B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370E5BDE" w14:textId="7777777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CE7221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397DB7" w14:paraId="3B60ADA3" w14:textId="77777777">
        <w:tc>
          <w:tcPr>
            <w:tcW w:w="9520" w:type="dxa"/>
          </w:tcPr>
          <w:p w:rsidRPr="009C54AE" w:rsidR="0085747A" w:rsidP="009C54AE" w:rsidRDefault="0085747A" w14:paraId="0A13F9B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97DB7" w:rsidTr="00397DB7" w14:paraId="300723F3" w14:textId="77777777">
        <w:tc>
          <w:tcPr>
            <w:tcW w:w="9520" w:type="dxa"/>
          </w:tcPr>
          <w:p w:rsidR="00397DB7" w:rsidP="00397DB7" w:rsidRDefault="00397DB7" w14:paraId="06F2283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 xml:space="preserve">Pojęcie organizacji publicznej. Organizacje publiczne w teorii ekonomii i zarządzania. Istota i </w:t>
            </w:r>
          </w:p>
          <w:p w:rsidRPr="009C54AE" w:rsidR="00397DB7" w:rsidP="00397DB7" w:rsidRDefault="00397DB7" w14:paraId="12FDDCA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zarządzania publicznego.</w:t>
            </w:r>
          </w:p>
        </w:tc>
      </w:tr>
      <w:tr w:rsidRPr="009C54AE" w:rsidR="00397DB7" w:rsidTr="00397DB7" w14:paraId="6221CF59" w14:textId="77777777">
        <w:tc>
          <w:tcPr>
            <w:tcW w:w="9520" w:type="dxa"/>
          </w:tcPr>
          <w:p w:rsidRPr="009C54AE" w:rsidR="00397DB7" w:rsidP="00397DB7" w:rsidRDefault="00397DB7" w14:paraId="1CFAF1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Ekonomika, zarządzanie publiczne – podstawowe pojęcia.</w:t>
            </w:r>
          </w:p>
        </w:tc>
      </w:tr>
      <w:tr w:rsidRPr="009C54AE" w:rsidR="00397DB7" w:rsidTr="00397DB7" w14:paraId="4A9F5A73" w14:textId="77777777">
        <w:tc>
          <w:tcPr>
            <w:tcW w:w="9520" w:type="dxa"/>
          </w:tcPr>
          <w:p w:rsidRPr="009C54AE" w:rsidR="00397DB7" w:rsidP="00397DB7" w:rsidRDefault="00397DB7" w14:paraId="461C66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Interakcje organizacji publicznych z otoczeniem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397DB7" w14:paraId="4DC89531" w14:textId="77777777">
        <w:tc>
          <w:tcPr>
            <w:tcW w:w="9520" w:type="dxa"/>
          </w:tcPr>
          <w:p w:rsidRPr="00874FB4" w:rsidR="00397DB7" w:rsidP="00397DB7" w:rsidRDefault="00397DB7" w14:paraId="5E5DC12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Zarządzanie usługami publicznymi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397DB7" w14:paraId="458CA040" w14:textId="77777777">
        <w:tc>
          <w:tcPr>
            <w:tcW w:w="9520" w:type="dxa"/>
          </w:tcPr>
          <w:p w:rsidRPr="00874FB4" w:rsidR="00397DB7" w:rsidP="00397DB7" w:rsidRDefault="00397DB7" w14:paraId="23105B5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Planowanie i zarządzanie strategiczne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397DB7" w14:paraId="11CF5054" w14:textId="77777777">
        <w:tc>
          <w:tcPr>
            <w:tcW w:w="9520" w:type="dxa"/>
          </w:tcPr>
          <w:p w:rsidRPr="00874FB4" w:rsidR="00397DB7" w:rsidP="00397DB7" w:rsidRDefault="00397DB7" w14:paraId="3EEC7EF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finansami – zakres, funkcje oraz instrumenty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397DB7" w14:paraId="6DF737FA" w14:textId="77777777">
        <w:tc>
          <w:tcPr>
            <w:tcW w:w="9520" w:type="dxa"/>
          </w:tcPr>
          <w:p w:rsidRPr="007A5F24" w:rsidR="00397DB7" w:rsidP="00397DB7" w:rsidRDefault="00397DB7" w14:paraId="5949596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rozwojem lokalnym i regionalnym – rola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02B6C2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CE1EC03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2281DFB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D3233" w14:paraId="50B78104" w14:textId="77777777">
        <w:tc>
          <w:tcPr>
            <w:tcW w:w="9520" w:type="dxa"/>
          </w:tcPr>
          <w:p w:rsidRPr="009C54AE" w:rsidR="0085747A" w:rsidP="009C54AE" w:rsidRDefault="0085747A" w14:paraId="38131FC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97DB7" w:rsidTr="00FD3233" w14:paraId="09E7C1B2" w14:textId="77777777">
        <w:tc>
          <w:tcPr>
            <w:tcW w:w="9520" w:type="dxa"/>
          </w:tcPr>
          <w:p w:rsidRPr="009C54AE" w:rsidR="00397DB7" w:rsidP="00397DB7" w:rsidRDefault="00397DB7" w14:paraId="2ADD61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Zarządzanie a administrowanie- rozumienie pojęć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FD3233" w14:paraId="2E6A32E4" w14:textId="77777777">
        <w:tc>
          <w:tcPr>
            <w:tcW w:w="9520" w:type="dxa"/>
          </w:tcPr>
          <w:p w:rsidRPr="009C54AE" w:rsidR="00397DB7" w:rsidP="00397DB7" w:rsidRDefault="00397DB7" w14:paraId="1AFE72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Istota i rola organizacji publicznych w demokratycznym państwie.</w:t>
            </w:r>
          </w:p>
        </w:tc>
      </w:tr>
      <w:tr w:rsidRPr="009C54AE" w:rsidR="00397DB7" w:rsidTr="00FD3233" w14:paraId="1B776F4C" w14:textId="77777777">
        <w:tc>
          <w:tcPr>
            <w:tcW w:w="9520" w:type="dxa"/>
          </w:tcPr>
          <w:p w:rsidRPr="009C54AE" w:rsidR="00397DB7" w:rsidP="00397DB7" w:rsidRDefault="00397DB7" w14:paraId="3B2F2A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Zadania i cele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FD3233" w14:paraId="1635912F" w14:textId="77777777">
        <w:tc>
          <w:tcPr>
            <w:tcW w:w="9520" w:type="dxa"/>
          </w:tcPr>
          <w:p w:rsidRPr="009C54AE" w:rsidR="00397DB7" w:rsidP="00397DB7" w:rsidRDefault="00397DB7" w14:paraId="4FF572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Warunki sprawnego świadczenia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FD3233" w14:paraId="0A5E94BE" w14:textId="77777777">
        <w:tc>
          <w:tcPr>
            <w:tcW w:w="9520" w:type="dxa"/>
          </w:tcPr>
          <w:p w:rsidRPr="009C54AE" w:rsidR="00397DB7" w:rsidP="00397DB7" w:rsidRDefault="00397DB7" w14:paraId="200F69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Modele i style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FD3233" w14:paraId="7B2898E4" w14:textId="77777777">
        <w:tc>
          <w:tcPr>
            <w:tcW w:w="9520" w:type="dxa"/>
          </w:tcPr>
          <w:p w:rsidRPr="009C54AE" w:rsidR="00397DB7" w:rsidP="00397DB7" w:rsidRDefault="00397DB7" w14:paraId="697CFD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Praktyczne aspekty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FD3233" w14:paraId="0CAA52AD" w14:textId="77777777">
        <w:tc>
          <w:tcPr>
            <w:tcW w:w="9520" w:type="dxa"/>
          </w:tcPr>
          <w:p w:rsidRPr="009C54AE" w:rsidR="00397DB7" w:rsidP="00397DB7" w:rsidRDefault="00397DB7" w14:paraId="5F7E55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Pozabudżetowe metody finansowania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FD3233" w14:paraId="13D2108F" w14:textId="77777777">
        <w:tc>
          <w:tcPr>
            <w:tcW w:w="9520" w:type="dxa"/>
          </w:tcPr>
          <w:p w:rsidRPr="003B40A5" w:rsidR="00397DB7" w:rsidP="00397DB7" w:rsidRDefault="00397DB7" w14:paraId="7D3275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Motywacja pracowników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FD3233" w14:paraId="1D10B54E" w14:textId="77777777">
        <w:tc>
          <w:tcPr>
            <w:tcW w:w="9520" w:type="dxa"/>
          </w:tcPr>
          <w:p w:rsidRPr="003B40A5" w:rsidR="00397DB7" w:rsidP="00397DB7" w:rsidRDefault="00397DB7" w14:paraId="7CD1F0D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Efektywne zarządzanie przepływem informacji w układzie lokalnym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FD3233" w14:paraId="495E58D9" w14:textId="77777777">
        <w:tc>
          <w:tcPr>
            <w:tcW w:w="9520" w:type="dxa"/>
          </w:tcPr>
          <w:p w:rsidRPr="003B40A5" w:rsidR="00397DB7" w:rsidP="00397DB7" w:rsidRDefault="00397DB7" w14:paraId="250845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Perspektywy rozwoju organizacji publicznych w warunkach integracji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97DB7" w:rsidTr="00FD3233" w14:paraId="21810C12" w14:textId="77777777">
        <w:tc>
          <w:tcPr>
            <w:tcW w:w="9520" w:type="dxa"/>
          </w:tcPr>
          <w:p w:rsidRPr="003B40A5" w:rsidR="00397DB7" w:rsidP="00397DB7" w:rsidRDefault="00397DB7" w14:paraId="43835C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lastRenderedPageBreak/>
              <w:t>Etyka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EB8D9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478BCC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66EEE40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97DB7" w14:paraId="1327E3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:rsidR="00397DB7" w:rsidP="009C54AE" w:rsidRDefault="001101F0" w14:paraId="7C4874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="00397DB7">
        <w:rPr>
          <w:rFonts w:ascii="Corbel" w:hAnsi="Corbel"/>
          <w:b w:val="0"/>
          <w:smallCaps w:val="0"/>
          <w:szCs w:val="24"/>
        </w:rPr>
        <w:t>analiza studium przypadku, praca w grupach, dyskusja.</w:t>
      </w:r>
    </w:p>
    <w:p w:rsidR="00397DB7" w:rsidP="009C54AE" w:rsidRDefault="00397DB7" w14:paraId="02A1266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97DB7" w14:paraId="7B4A0A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  <w:r w:rsidRPr="009C54AE" w:rsidR="00C61DC5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627E60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54F811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61780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1BAA18C4" w14:paraId="4D5FA3E8" w14:textId="77777777">
        <w:tc>
          <w:tcPr>
            <w:tcW w:w="1962" w:type="dxa"/>
            <w:vAlign w:val="center"/>
          </w:tcPr>
          <w:p w:rsidRPr="009C54AE" w:rsidR="0085747A" w:rsidP="009C54AE" w:rsidRDefault="0071620A" w14:paraId="7EAAB7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765FB7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108C1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7E49C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85E1B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1101F0" w:rsidTr="1BAA18C4" w14:paraId="67E4CEF8" w14:textId="77777777">
        <w:tc>
          <w:tcPr>
            <w:tcW w:w="1962" w:type="dxa"/>
          </w:tcPr>
          <w:p w:rsidRPr="009C54AE" w:rsidR="001101F0" w:rsidP="001101F0" w:rsidRDefault="001101F0" w14:paraId="691FE5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603281" w:rsidR="001101F0" w:rsidP="1BAA18C4" w:rsidRDefault="005642D1" w14:paraId="07A6FC43" w14:textId="5B763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test, kolokwium, dyskusja, indywidualne i grupowe rozwiązywanie problemów </w:t>
            </w:r>
          </w:p>
        </w:tc>
        <w:tc>
          <w:tcPr>
            <w:tcW w:w="2117" w:type="dxa"/>
          </w:tcPr>
          <w:p w:rsidR="00425C03" w:rsidP="005642D1" w:rsidRDefault="005642D1" w14:paraId="2C2849D1" w14:textId="309001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:rsidRPr="00603281" w:rsidR="001101F0" w:rsidP="005642D1" w:rsidRDefault="005642D1" w14:paraId="20A4A89A" w14:textId="4ABE7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1101F0" w:rsidTr="1BAA18C4" w14:paraId="4985BA8D" w14:textId="77777777">
        <w:tc>
          <w:tcPr>
            <w:tcW w:w="1962" w:type="dxa"/>
          </w:tcPr>
          <w:p w:rsidRPr="009C54AE" w:rsidR="001101F0" w:rsidP="001101F0" w:rsidRDefault="001101F0" w14:paraId="4FE4F4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03281" w:rsidR="001101F0" w:rsidP="1BAA18C4" w:rsidRDefault="005642D1" w14:paraId="1D8BA954" w14:textId="3AD405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test, kolokwium, indywidualne i grupowe rozwiązywanie problemów</w:t>
            </w:r>
          </w:p>
        </w:tc>
        <w:tc>
          <w:tcPr>
            <w:tcW w:w="2117" w:type="dxa"/>
          </w:tcPr>
          <w:p w:rsidR="00425C03" w:rsidP="005642D1" w:rsidRDefault="005642D1" w14:paraId="11EBC77F" w14:textId="322BC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:rsidRPr="00603281" w:rsidR="001101F0" w:rsidP="005642D1" w:rsidRDefault="005642D1" w14:paraId="1D510DA8" w14:textId="1DFAD8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2A5288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B5977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7252F48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1BAA18C4" w:rsidRDefault="1BAA18C4" w14:paraId="13854400" w14:textId="5CCBE873"/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BAA18C4" w14:paraId="671645EA" w14:textId="77777777">
        <w:tc>
          <w:tcPr>
            <w:tcW w:w="9670" w:type="dxa"/>
          </w:tcPr>
          <w:p w:rsidRPr="009C54AE" w:rsidR="00162E8F" w:rsidP="005642D1" w:rsidRDefault="76C21678" w14:paraId="07F0E271" w14:textId="7E394E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Wykład – zaliczenie bez oceny</w:t>
            </w:r>
          </w:p>
          <w:p w:rsidRPr="009C54AE" w:rsidR="00162E8F" w:rsidP="005642D1" w:rsidRDefault="63A712AD" w14:paraId="5C442D8C" w14:textId="43A937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Warunkiem zaliczenia wykładu</w:t>
            </w:r>
            <w:r w:rsidRPr="1BAA18C4" w:rsidR="76C2167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BAA18C4" w:rsidR="42F98546">
              <w:rPr>
                <w:rFonts w:ascii="Corbel" w:hAnsi="Corbel"/>
                <w:b w:val="0"/>
                <w:smallCaps w:val="0"/>
              </w:rPr>
              <w:t xml:space="preserve">jest uzyskanie ponad 50% maksymalnej liczby </w:t>
            </w:r>
            <w:r w:rsidRPr="1BAA18C4" w:rsidR="0C14640D">
              <w:rPr>
                <w:rFonts w:ascii="Corbel" w:hAnsi="Corbel"/>
                <w:b w:val="0"/>
                <w:smallCaps w:val="0"/>
              </w:rPr>
              <w:t>poprawnych odpowiedzi.</w:t>
            </w:r>
          </w:p>
          <w:p w:rsidRPr="009C54AE" w:rsidR="00162E8F" w:rsidP="005642D1" w:rsidRDefault="0C14640D" w14:paraId="6FF7F33E" w14:textId="5ACF7775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Ćwiczenia – zaliczenie z oceną</w:t>
            </w:r>
          </w:p>
          <w:p w:rsidRPr="009C54AE" w:rsidR="00162E8F" w:rsidP="005642D1" w:rsidRDefault="5BA270C4" w14:paraId="31DBE0CA" w14:textId="2AB1C3D0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:rsidRPr="009C54AE" w:rsidR="00162E8F" w:rsidP="005642D1" w:rsidRDefault="5BA270C4" w14:paraId="198BACD0" w14:textId="2076F91D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:rsidRPr="009C54AE" w:rsidR="00162E8F" w:rsidP="005642D1" w:rsidRDefault="5BA270C4" w14:paraId="21360740" w14:textId="4D03919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:rsidRPr="009C54AE" w:rsidR="00162E8F" w:rsidP="005642D1" w:rsidRDefault="5BA270C4" w14:paraId="103F3AE9" w14:textId="2C3DDCE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:rsidRPr="009C54AE" w:rsidR="00162E8F" w:rsidP="005642D1" w:rsidRDefault="5BA270C4" w14:paraId="1CCF9132" w14:textId="2D85433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:rsidRPr="009C54AE" w:rsidR="00162E8F" w:rsidP="005642D1" w:rsidRDefault="5BA270C4" w14:paraId="257D4A0B" w14:textId="264B5D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:rsidRPr="009C54AE" w:rsidR="00162E8F" w:rsidP="005642D1" w:rsidRDefault="5BA270C4" w14:paraId="5E74204B" w14:textId="6EEA1A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:rsidRPr="009C54AE" w:rsidR="00162E8F" w:rsidP="005642D1" w:rsidRDefault="5BA270C4" w14:paraId="7D48A607" w14:textId="0C06C4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:rsidRPr="009C54AE" w:rsidR="0085747A" w:rsidP="009C54AE" w:rsidRDefault="0085747A" w14:paraId="5C8507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66DB21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9568A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1F65B4" w14:paraId="4E1C16C1" w14:textId="77777777">
        <w:tc>
          <w:tcPr>
            <w:tcW w:w="4902" w:type="dxa"/>
            <w:vAlign w:val="center"/>
          </w:tcPr>
          <w:p w:rsidRPr="009C54AE" w:rsidR="0085747A" w:rsidP="009C54AE" w:rsidRDefault="00C61DC5" w14:paraId="3819AD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4C1B4B14" w14:textId="76D84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6074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162E8F" w:rsidTr="001F65B4" w14:paraId="3672287B" w14:textId="77777777">
        <w:tc>
          <w:tcPr>
            <w:tcW w:w="4902" w:type="dxa"/>
          </w:tcPr>
          <w:p w:rsidRPr="009C54AE" w:rsidR="00162E8F" w:rsidP="00162E8F" w:rsidRDefault="00162E8F" w14:paraId="26A1D7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162E8F" w:rsidP="00162E8F" w:rsidRDefault="00162E8F" w14:paraId="29E0F70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162E8F" w:rsidTr="001F65B4" w14:paraId="07145415" w14:textId="77777777">
        <w:tc>
          <w:tcPr>
            <w:tcW w:w="4902" w:type="dxa"/>
          </w:tcPr>
          <w:p w:rsidRPr="009C54AE" w:rsidR="00162E8F" w:rsidP="00162E8F" w:rsidRDefault="00162E8F" w14:paraId="5487B5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162E8F" w:rsidP="00162E8F" w:rsidRDefault="00162E8F" w14:paraId="753B65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:rsidRPr="009C54AE" w:rsidR="00162E8F" w:rsidP="00162E8F" w:rsidRDefault="00162E8F" w14:paraId="02B8D0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162E8F" w:rsidTr="001F65B4" w14:paraId="524DCB17" w14:textId="77777777">
        <w:tc>
          <w:tcPr>
            <w:tcW w:w="4902" w:type="dxa"/>
          </w:tcPr>
          <w:p w:rsidRPr="009C54AE" w:rsidR="00162E8F" w:rsidP="005642D1" w:rsidRDefault="00162E8F" w14:paraId="09614231" w14:textId="4A2ED9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2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2D1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162E8F" w:rsidP="00162E8F" w:rsidRDefault="00162E8F" w14:paraId="7334F95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Pr="009C54AE" w:rsidR="00162E8F" w:rsidTr="001F65B4" w14:paraId="7C509E24" w14:textId="77777777">
        <w:tc>
          <w:tcPr>
            <w:tcW w:w="4902" w:type="dxa"/>
          </w:tcPr>
          <w:p w:rsidRPr="009C54AE" w:rsidR="00162E8F" w:rsidP="00162E8F" w:rsidRDefault="00162E8F" w14:paraId="0D7523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162E8F" w:rsidP="00162E8F" w:rsidRDefault="00162E8F" w14:paraId="61D3257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1F65B4" w14:paraId="14BFAC5C" w14:textId="77777777">
        <w:tc>
          <w:tcPr>
            <w:tcW w:w="4902" w:type="dxa"/>
          </w:tcPr>
          <w:p w:rsidRPr="009C54AE" w:rsidR="0085747A" w:rsidP="009C54AE" w:rsidRDefault="0085747A" w14:paraId="3BCFC4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85747A" w:rsidP="001F65B4" w:rsidRDefault="00162E8F" w14:paraId="2CB0C69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843F18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196AD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C9A3E2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450143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960741" w14:paraId="5D7625BF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F24A5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960741" w:rsidRDefault="00960741" w14:paraId="1BF9E941" w14:textId="62D1B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960741" w14:paraId="65001C6D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89307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960741" w:rsidRDefault="00960741" w14:paraId="5B805314" w14:textId="221C1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04F6C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205EBB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831C0C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1BAA18C4" w14:paraId="3AAFECFC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77BD43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5A4B0C" w:rsidR="00632694" w:rsidP="001F0888" w:rsidRDefault="40633913" w14:paraId="41E2AC82" w14:textId="2C631DEE">
            <w:pPr>
              <w:pStyle w:val="Punktygwne"/>
              <w:numPr>
                <w:ilvl w:val="0"/>
                <w:numId w:val="1"/>
              </w:numPr>
              <w:spacing w:after="0"/>
              <w:ind w:left="447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Zarząd</w:t>
            </w:r>
            <w:r w:rsidRPr="1BAA18C4" w:rsidR="447ADFC4">
              <w:rPr>
                <w:rFonts w:ascii="Corbel" w:hAnsi="Corbel"/>
                <w:b w:val="0"/>
                <w:smallCaps w:val="0"/>
              </w:rPr>
              <w:t>zanie organizacjami publicznymi</w:t>
            </w:r>
            <w:r w:rsidRPr="1BAA18C4">
              <w:rPr>
                <w:rFonts w:ascii="Corbel" w:hAnsi="Corbel"/>
                <w:b w:val="0"/>
                <w:smallCaps w:val="0"/>
              </w:rPr>
              <w:t>: wybrane problemy</w:t>
            </w:r>
            <w:r w:rsidRPr="1BAA18C4" w:rsidR="447ADFC4">
              <w:rPr>
                <w:rFonts w:ascii="Corbel" w:hAnsi="Corbel"/>
                <w:b w:val="0"/>
                <w:smallCaps w:val="0"/>
              </w:rPr>
              <w:t>, (red.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S</w:t>
            </w:r>
            <w:r w:rsidRPr="1BAA18C4" w:rsidR="447ADFC4">
              <w:rPr>
                <w:rFonts w:ascii="Corbel" w:hAnsi="Corbel"/>
                <w:b w:val="0"/>
                <w:smallCaps w:val="0"/>
              </w:rPr>
              <w:t>. Sirko), Akademia Obrony Narodowej,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Warszawa 2014.</w:t>
            </w:r>
            <w:r w:rsidRPr="1BAA18C4" w:rsidR="447ADF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:rsidRPr="005A4B0C" w:rsidR="00632694" w:rsidP="001F0888" w:rsidRDefault="79A2BBC6" w14:paraId="5793B544" w14:textId="4C0B0A95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Pr="1BAA18C4" w:rsidR="056EB4A9">
              <w:rPr>
                <w:rFonts w:ascii="Corbel" w:hAnsi="Corbel"/>
                <w:b w:val="0"/>
                <w:smallCaps w:val="0"/>
              </w:rPr>
              <w:t>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Pr="1BAA18C4" w:rsidR="747C7EAF">
              <w:rPr>
                <w:rFonts w:ascii="Corbel" w:hAnsi="Corbel"/>
                <w:b w:val="0"/>
                <w:smallCaps w:val="0"/>
              </w:rPr>
              <w:t xml:space="preserve"> 2018.</w:t>
            </w:r>
            <w:r w:rsidRPr="1BAA18C4" w:rsidR="7A7B6A0B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:rsidRPr="005A4B0C" w:rsidR="001178E8" w:rsidP="001F0888" w:rsidRDefault="31EE3E84" w14:paraId="589DD98D" w14:textId="77777777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Borowik M., Doskonalenie systemu zarządzania finansami w jednostkach administracji publicznej: koncepcje, metody, techniki, narzędzia, instrumenty, Wydawnictwo edu-Libri, Kraków-Legionowo 2013</w:t>
            </w:r>
            <w:r w:rsidRPr="1BAA18C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Pr="009C54AE" w:rsidR="0085747A" w:rsidTr="1BAA18C4" w14:paraId="4F185831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0A2355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7A7B6A0B" w:rsidP="001F0888" w:rsidRDefault="7A7B6A0B" w14:paraId="2B666FFE" w14:textId="2136C442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Pierścieniak A., Grzebyk M. Wymiary zarządzania współczesną instytucja publiczną, Ekonomika i organizacja przedsiębiorstwa, nr 10, 2014 s. 47-56.</w:t>
            </w:r>
          </w:p>
          <w:p w:rsidRPr="009C54AE" w:rsidR="00632694" w:rsidP="001F0888" w:rsidRDefault="31EE3E84" w14:paraId="0C69BA2F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Zawicki M., Nowe zarządzanie publiczne, PWE, 2011.</w:t>
            </w:r>
          </w:p>
        </w:tc>
      </w:tr>
    </w:tbl>
    <w:p w:rsidRPr="009C54AE" w:rsidR="0085747A" w:rsidP="009C54AE" w:rsidRDefault="0085747A" w14:paraId="73FC35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DA5156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33EB1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6411" w:rsidP="00C16ABF" w:rsidRDefault="00C06411" w14:paraId="41372372" w14:textId="77777777">
      <w:pPr>
        <w:spacing w:after="0" w:line="240" w:lineRule="auto"/>
      </w:pPr>
      <w:r>
        <w:separator/>
      </w:r>
    </w:p>
  </w:endnote>
  <w:endnote w:type="continuationSeparator" w:id="0">
    <w:p w:rsidR="00C06411" w:rsidP="00C16ABF" w:rsidRDefault="00C06411" w14:paraId="6C809E0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6411" w:rsidP="00C16ABF" w:rsidRDefault="00C06411" w14:paraId="3F524EC9" w14:textId="77777777">
      <w:pPr>
        <w:spacing w:after="0" w:line="240" w:lineRule="auto"/>
      </w:pPr>
      <w:r>
        <w:separator/>
      </w:r>
    </w:p>
  </w:footnote>
  <w:footnote w:type="continuationSeparator" w:id="0">
    <w:p w:rsidR="00C06411" w:rsidP="00C16ABF" w:rsidRDefault="00C06411" w14:paraId="06C98B5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FA5DF1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D11"/>
    <w:multiLevelType w:val="hybridMultilevel"/>
    <w:tmpl w:val="D06EC670"/>
    <w:lvl w:ilvl="0" w:tplc="339411AA">
      <w:start w:val="1"/>
      <w:numFmt w:val="decimal"/>
      <w:lvlText w:val="%1."/>
      <w:lvlJc w:val="left"/>
      <w:pPr>
        <w:ind w:left="720" w:hanging="360"/>
      </w:pPr>
    </w:lvl>
    <w:lvl w:ilvl="1" w:tplc="1FB82430">
      <w:start w:val="1"/>
      <w:numFmt w:val="lowerLetter"/>
      <w:lvlText w:val="%2."/>
      <w:lvlJc w:val="left"/>
      <w:pPr>
        <w:ind w:left="1440" w:hanging="360"/>
      </w:pPr>
    </w:lvl>
    <w:lvl w:ilvl="2" w:tplc="D1CE5AD4">
      <w:start w:val="1"/>
      <w:numFmt w:val="lowerRoman"/>
      <w:lvlText w:val="%3."/>
      <w:lvlJc w:val="right"/>
      <w:pPr>
        <w:ind w:left="2160" w:hanging="180"/>
      </w:pPr>
    </w:lvl>
    <w:lvl w:ilvl="3" w:tplc="FD80BB4A">
      <w:start w:val="1"/>
      <w:numFmt w:val="decimal"/>
      <w:lvlText w:val="%4."/>
      <w:lvlJc w:val="left"/>
      <w:pPr>
        <w:ind w:left="2880" w:hanging="360"/>
      </w:pPr>
    </w:lvl>
    <w:lvl w:ilvl="4" w:tplc="890CF9BA">
      <w:start w:val="1"/>
      <w:numFmt w:val="lowerLetter"/>
      <w:lvlText w:val="%5."/>
      <w:lvlJc w:val="left"/>
      <w:pPr>
        <w:ind w:left="3600" w:hanging="360"/>
      </w:pPr>
    </w:lvl>
    <w:lvl w:ilvl="5" w:tplc="FED4CCCE">
      <w:start w:val="1"/>
      <w:numFmt w:val="lowerRoman"/>
      <w:lvlText w:val="%6."/>
      <w:lvlJc w:val="right"/>
      <w:pPr>
        <w:ind w:left="4320" w:hanging="180"/>
      </w:pPr>
    </w:lvl>
    <w:lvl w:ilvl="6" w:tplc="9A38D534">
      <w:start w:val="1"/>
      <w:numFmt w:val="decimal"/>
      <w:lvlText w:val="%7."/>
      <w:lvlJc w:val="left"/>
      <w:pPr>
        <w:ind w:left="5040" w:hanging="360"/>
      </w:pPr>
    </w:lvl>
    <w:lvl w:ilvl="7" w:tplc="D23CF262">
      <w:start w:val="1"/>
      <w:numFmt w:val="lowerLetter"/>
      <w:lvlText w:val="%8."/>
      <w:lvlJc w:val="left"/>
      <w:pPr>
        <w:ind w:left="5760" w:hanging="360"/>
      </w:pPr>
    </w:lvl>
    <w:lvl w:ilvl="8" w:tplc="38A0D7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4638289B"/>
    <w:multiLevelType w:val="hybridMultilevel"/>
    <w:tmpl w:val="F7504386"/>
    <w:lvl w:ilvl="0" w:tplc="EE54D59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CB0AF2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6FE5C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CF6CA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85E79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764FA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0E071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26CE3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DB653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0F7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07A44"/>
    <w:rsid w:val="001101F0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0888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37658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580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5942"/>
    <w:rsid w:val="00517C63"/>
    <w:rsid w:val="00533A33"/>
    <w:rsid w:val="005363C4"/>
    <w:rsid w:val="00536BDE"/>
    <w:rsid w:val="00543ACC"/>
    <w:rsid w:val="005642D1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8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741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99"/>
    <w:rsid w:val="00BC797F"/>
    <w:rsid w:val="00BD3869"/>
    <w:rsid w:val="00BD66E9"/>
    <w:rsid w:val="00BD6FF4"/>
    <w:rsid w:val="00BE37FF"/>
    <w:rsid w:val="00BF2C41"/>
    <w:rsid w:val="00C058B4"/>
    <w:rsid w:val="00C05F44"/>
    <w:rsid w:val="00C0641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31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4FEB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340CF66"/>
    <w:rsid w:val="056EB4A9"/>
    <w:rsid w:val="0C14640D"/>
    <w:rsid w:val="1326E630"/>
    <w:rsid w:val="1530282E"/>
    <w:rsid w:val="16CBF88F"/>
    <w:rsid w:val="1BAA18C4"/>
    <w:rsid w:val="1CC25536"/>
    <w:rsid w:val="2442E1C5"/>
    <w:rsid w:val="28F8CAD0"/>
    <w:rsid w:val="2B674841"/>
    <w:rsid w:val="31EE3E84"/>
    <w:rsid w:val="334277F3"/>
    <w:rsid w:val="3BAD28D0"/>
    <w:rsid w:val="3D5646D0"/>
    <w:rsid w:val="40633913"/>
    <w:rsid w:val="42F98546"/>
    <w:rsid w:val="447ADFC4"/>
    <w:rsid w:val="44CE543E"/>
    <w:rsid w:val="53252565"/>
    <w:rsid w:val="54B646B4"/>
    <w:rsid w:val="5BA270C4"/>
    <w:rsid w:val="63A712AD"/>
    <w:rsid w:val="66702865"/>
    <w:rsid w:val="6C164698"/>
    <w:rsid w:val="6CDF69E9"/>
    <w:rsid w:val="6ED0314A"/>
    <w:rsid w:val="6ED6C8E5"/>
    <w:rsid w:val="747C7EAF"/>
    <w:rsid w:val="76C21678"/>
    <w:rsid w:val="79A2BBC6"/>
    <w:rsid w:val="7A7B6A0B"/>
    <w:rsid w:val="7AD1630B"/>
    <w:rsid w:val="7C6D3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6DC8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5642D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5642D1"/>
  </w:style>
  <w:style w:type="character" w:styleId="spellingerror" w:customStyle="1">
    <w:name w:val="spellingerror"/>
    <w:basedOn w:val="Domylnaczcionkaakapitu"/>
    <w:rsid w:val="005642D1"/>
  </w:style>
  <w:style w:type="character" w:styleId="eop" w:customStyle="1">
    <w:name w:val="eop"/>
    <w:basedOn w:val="Domylnaczcionkaakapitu"/>
    <w:rsid w:val="00564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FB412-C43B-4EAA-9E43-A6CA47E6DD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6740B7-7636-4F0A-AC12-25DE0EDA5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D99FA3-8E73-4ECC-86EE-398AF17DB6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85DB90-DD8A-4714-9B41-979A174BD42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Zawora Jolanta</lastModifiedBy>
  <revision>12</revision>
  <lastPrinted>2019-02-06T12:12:00.0000000Z</lastPrinted>
  <dcterms:created xsi:type="dcterms:W3CDTF">2020-10-26T09:50:00.0000000Z</dcterms:created>
  <dcterms:modified xsi:type="dcterms:W3CDTF">2020-12-12T10:05:49.4775951Z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